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F36FD" w14:textId="108FD275" w:rsidR="002852D5" w:rsidRPr="002852D5" w:rsidRDefault="002852D5" w:rsidP="00640A3B">
      <w:pPr>
        <w:pStyle w:val="NoSpacing"/>
        <w:jc w:val="both"/>
        <w:rPr>
          <w:rFonts w:ascii="Gill Sans" w:hAnsi="Gill Sans" w:cs="Gill Sans"/>
        </w:rPr>
      </w:pPr>
      <w:r w:rsidRPr="002852D5">
        <w:rPr>
          <w:rFonts w:ascii="Gill Sans" w:hAnsi="Gill Sans" w:cs="Gill Sans"/>
        </w:rPr>
        <w:t>NOME: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 xml:space="preserve">    </w:t>
      </w:r>
      <w:r w:rsidRPr="002852D5">
        <w:rPr>
          <w:rFonts w:ascii="Gill Sans" w:hAnsi="Gill Sans" w:cs="Gill Sans"/>
        </w:rPr>
        <w:t>MÊS</w:t>
      </w:r>
      <w:r>
        <w:rPr>
          <w:rFonts w:ascii="Gill Sans" w:hAnsi="Gill Sans" w:cs="Gill Sans"/>
        </w:rPr>
        <w:t>:</w:t>
      </w:r>
    </w:p>
    <w:p w14:paraId="5A3FA333" w14:textId="77777777" w:rsidR="002852D5" w:rsidRDefault="002852D5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6FC29200" w14:textId="77777777" w:rsidR="002852D5" w:rsidRDefault="002852D5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772"/>
        <w:gridCol w:w="2148"/>
        <w:gridCol w:w="1536"/>
        <w:gridCol w:w="1353"/>
        <w:gridCol w:w="875"/>
        <w:gridCol w:w="915"/>
        <w:gridCol w:w="1473"/>
      </w:tblGrid>
      <w:tr w:rsidR="002852D5" w14:paraId="42974B3D" w14:textId="77777777" w:rsidTr="002852D5">
        <w:trPr>
          <w:trHeight w:val="510"/>
          <w:tblHeader/>
        </w:trPr>
        <w:tc>
          <w:tcPr>
            <w:tcW w:w="772" w:type="dxa"/>
            <w:shd w:val="clear" w:color="auto" w:fill="4F81BD" w:themeFill="accent1"/>
            <w:vAlign w:val="center"/>
          </w:tcPr>
          <w:p w14:paraId="64F52629" w14:textId="6F0B7D4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DATA</w:t>
            </w:r>
          </w:p>
        </w:tc>
        <w:tc>
          <w:tcPr>
            <w:tcW w:w="2148" w:type="dxa"/>
            <w:shd w:val="clear" w:color="auto" w:fill="4F81BD" w:themeFill="accent1"/>
            <w:vAlign w:val="center"/>
          </w:tcPr>
          <w:p w14:paraId="2BC5CEFC" w14:textId="68178654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DESCRIÇÃO DO ITEM</w:t>
            </w:r>
          </w:p>
        </w:tc>
        <w:tc>
          <w:tcPr>
            <w:tcW w:w="1536" w:type="dxa"/>
            <w:shd w:val="clear" w:color="auto" w:fill="4F81BD" w:themeFill="accent1"/>
            <w:vAlign w:val="center"/>
          </w:tcPr>
          <w:p w14:paraId="5EA25616" w14:textId="510D04CD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QUANTIDADE</w:t>
            </w:r>
          </w:p>
        </w:tc>
        <w:tc>
          <w:tcPr>
            <w:tcW w:w="1353" w:type="dxa"/>
            <w:shd w:val="clear" w:color="auto" w:fill="4F81BD" w:themeFill="accent1"/>
            <w:vAlign w:val="center"/>
          </w:tcPr>
          <w:p w14:paraId="14CD8135" w14:textId="2DE18FEF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FINALIDADE</w:t>
            </w:r>
          </w:p>
        </w:tc>
        <w:tc>
          <w:tcPr>
            <w:tcW w:w="875" w:type="dxa"/>
            <w:shd w:val="clear" w:color="auto" w:fill="4F81BD" w:themeFill="accent1"/>
            <w:vAlign w:val="center"/>
          </w:tcPr>
          <w:p w14:paraId="2AE2815B" w14:textId="6F07BF1B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VALOR</w:t>
            </w:r>
          </w:p>
        </w:tc>
        <w:tc>
          <w:tcPr>
            <w:tcW w:w="915" w:type="dxa"/>
            <w:shd w:val="clear" w:color="auto" w:fill="4F81BD" w:themeFill="accent1"/>
            <w:vAlign w:val="center"/>
          </w:tcPr>
          <w:p w14:paraId="4E895540" w14:textId="5AE2BD15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GRUPO</w:t>
            </w:r>
          </w:p>
        </w:tc>
        <w:tc>
          <w:tcPr>
            <w:tcW w:w="1473" w:type="dxa"/>
            <w:shd w:val="clear" w:color="auto" w:fill="4F81BD" w:themeFill="accent1"/>
            <w:vAlign w:val="center"/>
          </w:tcPr>
          <w:p w14:paraId="05986640" w14:textId="4F878118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2852D5" w14:paraId="3F6EEDC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12E408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66E14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818E2B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DBF26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926A60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ABCB6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4B644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70E4E57C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DA551E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A44A80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6EEA72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C8E52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AF6B3C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55C82D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9140A8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C7BAEA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844BD5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02046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1363C2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8ADD2B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79CC0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E95646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439123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F6ADB9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E90A9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A49658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CC9D2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5A5F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A11E50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B8BC08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B6652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D6F84A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5178057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47610C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06F64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C66256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5B48ED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AD8CC6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A27A1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F49351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A40261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A017DF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64A6F7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0A39A1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F5B97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7DBBB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3A8015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BF3C847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668660D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4C3DD57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B3353B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B1FFF6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596F85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BC262F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B5CA35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D15310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2572D0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681C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622A63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A508B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117F8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D5783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1600E6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E6943B7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106A89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77E9AE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092E9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E4C3A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D7D96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604794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4ACA60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4F99FB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75784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3896F0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74863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34E4B7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DB2F43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550D5B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923297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0A5842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7718DF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A5F3B8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27C8AB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EE3012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5B0DBA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CE6D05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DD4329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A14195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8CC8A8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EBA1F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FB0F4F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2B2941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7E78FC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9833D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ADB4C8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81BE49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01CAB7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6EBE3E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292FA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BA7659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F101C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BDF45A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F7F0C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E0B1C6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11DBBA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CB4584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DAC2DA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16067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A6FF27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3B6A6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12A47A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D95123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B4D22E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4124C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32CC1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718A6E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7C86EF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F5511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D7F09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DDB6CC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AE96F4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85EA45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1D3D4F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69D80B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35EB6E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39C9DE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A619D4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C77274C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5E9132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99027C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A5356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A3628B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AC5462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D2042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9AA7C8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DF297C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22B5E8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4D766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684DCC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21582D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E48A0A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3483C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53B45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3B3000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EB67FB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A4F87E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81E31C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968F00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9CDB1C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32A330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4F55B0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891819A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515D60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1BFB1B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21098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1AA33F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9984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0F9048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C2F95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96D5CB1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125E56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5DDC4C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D300D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4D571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B7063D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1B3F4D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FC3E67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9AA2B9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6389B6A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3057D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A7B2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E786E1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D25012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FAB602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C95CB6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E95B05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5056A6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74AF9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256094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9AD853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0DD365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17AE6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2DEF62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F6B373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9A33B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BE21E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E26BC6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F17C64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E1EE8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2C3205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2BBF3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3A10DB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F3321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7A5E03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1967C4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52AD71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78B17E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E1FC9E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490D7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67B80FF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4976C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02E7BA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24BA85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B85DB4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939620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9723B2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E53F8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428BAE6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138141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F6662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5E7881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E5DA01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8D29C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2D3121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669CEA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4C837A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CE7EF1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8CB7DC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1A5E96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4F7FCA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8A412E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975A39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11103B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6B0BE3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A5E849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712895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D2B0C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78C1C3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52331E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23E9FD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787FAE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96379C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8886BE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49F4B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E172F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A9337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CC609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467CDC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D4DB69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C60BA11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F29E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4A00B3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DC116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795076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B49792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CB956E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D47F3C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C6D99B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03261C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7DDFA4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9D7D16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7896B8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DEF17B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86CF90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79A7B0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1E69250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A87A14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042F2F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370B7B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644BF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668BC1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B044B5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ECA4C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6BE6F4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75462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110A0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5FA99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9EB81B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ADD7DA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E29BCC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23C84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9B247B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042E5A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16FEF4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E3C8EC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43E436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3ACC1D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5949BB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12669B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80B82F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B1091E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BA078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CBFEA9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99751D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D2B54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24E452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FC0871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</w:tbl>
    <w:p w14:paraId="3F0CDA23" w14:textId="77777777" w:rsidR="003A4F99" w:rsidRDefault="003A4F99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  <w:bookmarkStart w:id="0" w:name="_GoBack"/>
    </w:p>
    <w:p w14:paraId="3307E875" w14:textId="77777777" w:rsidR="002852D5" w:rsidRDefault="002852D5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30B45440" w14:textId="77777777" w:rsidR="002852D5" w:rsidRDefault="002852D5" w:rsidP="002852D5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1110F64B" w14:textId="77777777" w:rsidR="002852D5" w:rsidRPr="00A025A1" w:rsidRDefault="002852D5" w:rsidP="002852D5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2"/>
      </w:tblGrid>
      <w:tr w:rsidR="00811E32" w:rsidRPr="00481F48" w14:paraId="57AD7661" w14:textId="12386A8C" w:rsidTr="00063C36">
        <w:trPr>
          <w:trHeight w:val="1247"/>
        </w:trPr>
        <w:tc>
          <w:tcPr>
            <w:tcW w:w="302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2967B2" w14:textId="67E29E91" w:rsidR="00811E32" w:rsidRPr="00481F48" w:rsidRDefault="00811E32" w:rsidP="00811E32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</w:t>
            </w:r>
          </w:p>
        </w:tc>
        <w:tc>
          <w:tcPr>
            <w:tcW w:w="3022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BEFDB" w14:textId="67439EA4" w:rsidR="00811E32" w:rsidRPr="00481F48" w:rsidRDefault="00811E32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Ass. Supervisor</w:t>
            </w:r>
          </w:p>
        </w:tc>
        <w:tc>
          <w:tcPr>
            <w:tcW w:w="3022" w:type="dxa"/>
          </w:tcPr>
          <w:p w14:paraId="195C49BD" w14:textId="5555E71C" w:rsidR="00811E32" w:rsidRPr="00481F48" w:rsidRDefault="00811E32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Coordenador</w:t>
            </w:r>
            <w:proofErr w:type="spellEnd"/>
          </w:p>
        </w:tc>
      </w:tr>
      <w:bookmarkEnd w:id="0"/>
    </w:tbl>
    <w:p w14:paraId="778E7F3E" w14:textId="77777777" w:rsidR="002852D5" w:rsidRDefault="002852D5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2852D5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39A46504" w:rsidR="001C0B20" w:rsidRDefault="002852D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C41C46" wp14:editId="19589388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8295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72889" w14:textId="76208B17" w:rsidR="002852D5" w:rsidRPr="002852D5" w:rsidRDefault="002852D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181.5pt;margin-top:85.9pt;width:258.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mszNECAAAV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" filled="f" stroked="f">
              <v:textbox>
                <w:txbxContent>
                  <w:p w14:paraId="34272889" w14:textId="76208B17" w:rsidR="002852D5" w:rsidRPr="002852D5" w:rsidRDefault="002852D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2EFEAA9" wp14:editId="0026C683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657D8"/>
    <w:rsid w:val="001C0B20"/>
    <w:rsid w:val="001E3C26"/>
    <w:rsid w:val="00220EB4"/>
    <w:rsid w:val="002344B2"/>
    <w:rsid w:val="002619F6"/>
    <w:rsid w:val="002627D2"/>
    <w:rsid w:val="002658E4"/>
    <w:rsid w:val="002852D5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11E32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11E32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11E32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D5039-F412-E545-A2B1-D2911B9E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16</TotalTime>
  <Pages>2</Pages>
  <Words>64</Words>
  <Characters>371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4</cp:revision>
  <cp:lastPrinted>2018-05-03T13:55:00Z</cp:lastPrinted>
  <dcterms:created xsi:type="dcterms:W3CDTF">2018-05-03T13:57:00Z</dcterms:created>
  <dcterms:modified xsi:type="dcterms:W3CDTF">2018-05-07T14:42:00Z</dcterms:modified>
</cp:coreProperties>
</file>